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A4AB58D" w14:textId="39317DC5" w:rsidR="00A43F98" w:rsidRPr="00316CEA" w:rsidRDefault="00AA39D6" w:rsidP="004C52D9">
      <w:pPr>
        <w:spacing w:after="240"/>
        <w:jc w:val="center"/>
        <w:rPr>
          <w:b/>
          <w:bCs/>
          <w:sz w:val="22"/>
          <w:szCs w:val="22"/>
        </w:rPr>
      </w:pPr>
      <w:r w:rsidRPr="00127DB9">
        <w:rPr>
          <w:b/>
          <w:bCs/>
          <w:sz w:val="22"/>
          <w:szCs w:val="22"/>
        </w:rPr>
        <w:t>”</w:t>
      </w:r>
      <w:r w:rsidR="004C52D9" w:rsidRPr="004C52D9">
        <w:t xml:space="preserve"> </w:t>
      </w:r>
      <w:r w:rsidR="004C52D9" w:rsidRPr="004C52D9">
        <w:rPr>
          <w:b/>
          <w:bCs/>
          <w:sz w:val="22"/>
          <w:szCs w:val="22"/>
        </w:rPr>
        <w:t>Zakup pomocy dydaktycznych niezbędnych do prowadzenia zajęć i działań dla dzieci</w:t>
      </w:r>
      <w:r w:rsidR="00A43F98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E6625ED" w14:textId="0CDC0F24" w:rsidR="00A43F98" w:rsidRDefault="00A43F98" w:rsidP="00316CEA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6196249B" w14:textId="77777777" w:rsidR="00A43F98" w:rsidRPr="00316CEA" w:rsidRDefault="00A43F98" w:rsidP="00316CEA">
      <w:pPr>
        <w:spacing w:after="120" w:line="276" w:lineRule="auto"/>
        <w:jc w:val="both"/>
        <w:rPr>
          <w:sz w:val="22"/>
        </w:rPr>
      </w:pPr>
    </w:p>
    <w:p w14:paraId="3D9AD5C1" w14:textId="04DEBA3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71A684AD" w:rsidR="00C039FD" w:rsidRPr="004C52D9" w:rsidRDefault="00A43F98" w:rsidP="004C52D9">
            <w:pPr>
              <w:spacing w:before="60" w:line="360" w:lineRule="auto"/>
              <w:jc w:val="both"/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039FD" w:rsidRPr="00A43F98">
              <w:rPr>
                <w:b/>
                <w:sz w:val="22"/>
                <w:szCs w:val="22"/>
              </w:rPr>
              <w:t>Temat:</w:t>
            </w:r>
            <w:r w:rsidR="001A0139">
              <w:t xml:space="preserve"> </w:t>
            </w:r>
            <w:r w:rsidR="004C52D9" w:rsidRPr="004C52D9">
              <w:rPr>
                <w:b/>
                <w:bCs/>
              </w:rPr>
              <w:t xml:space="preserve">Zakup pomocy dydaktycznych dla Przedszkola Publicznego nr 1 </w:t>
            </w:r>
            <w:r w:rsidR="004C52D9">
              <w:rPr>
                <w:b/>
                <w:bCs/>
              </w:rPr>
              <w:br/>
            </w:r>
            <w:r w:rsidR="004C52D9" w:rsidRPr="004C52D9">
              <w:rPr>
                <w:b/>
                <w:bCs/>
              </w:rPr>
              <w:t>w Brześciu Kujawskim.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43F98" w:rsidRPr="007F3E87" w14:paraId="6C1CDAB2" w14:textId="77777777" w:rsidTr="00C039FD">
        <w:tc>
          <w:tcPr>
            <w:tcW w:w="8675" w:type="dxa"/>
          </w:tcPr>
          <w:p w14:paraId="621BA3A7" w14:textId="5D063808" w:rsidR="00A43F98" w:rsidRPr="00A43F98" w:rsidRDefault="001A013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="00A43F98" w:rsidRPr="00A43F98">
              <w:rPr>
                <w:b/>
                <w:sz w:val="22"/>
                <w:szCs w:val="22"/>
              </w:rPr>
              <w:t>.</w:t>
            </w:r>
            <w:r w:rsidR="00A43F98">
              <w:rPr>
                <w:b/>
                <w:sz w:val="22"/>
                <w:szCs w:val="22"/>
              </w:rPr>
              <w:t xml:space="preserve"> </w:t>
            </w:r>
            <w:r w:rsidR="00A43F98" w:rsidRPr="00A43F98">
              <w:rPr>
                <w:b/>
                <w:sz w:val="22"/>
                <w:szCs w:val="22"/>
              </w:rPr>
              <w:t xml:space="preserve">Temat: </w:t>
            </w:r>
            <w:r w:rsidR="004C52D9" w:rsidRPr="004C52D9">
              <w:rPr>
                <w:b/>
                <w:sz w:val="22"/>
                <w:szCs w:val="22"/>
              </w:rPr>
              <w:t xml:space="preserve">Zakup pomocy dydaktycznych dla Przedszkola Publicznego nr </w:t>
            </w:r>
            <w:r w:rsidR="004C52D9">
              <w:rPr>
                <w:b/>
                <w:sz w:val="22"/>
                <w:szCs w:val="22"/>
              </w:rPr>
              <w:t>2</w:t>
            </w:r>
            <w:r w:rsidR="004C52D9" w:rsidRPr="004C52D9">
              <w:rPr>
                <w:b/>
                <w:sz w:val="22"/>
                <w:szCs w:val="22"/>
              </w:rPr>
              <w:t xml:space="preserve"> w Brześciu Kujawskim.</w:t>
            </w:r>
          </w:p>
          <w:p w14:paraId="596216AE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30D0953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62B6F26" w14:textId="77777777" w:rsidR="00A43F98" w:rsidRPr="007F3E87" w:rsidRDefault="00A43F98" w:rsidP="00A43F98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7867400" w14:textId="0B53CEEA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1A0139" w:rsidRPr="007F3E87" w14:paraId="7A4B5853" w14:textId="77777777" w:rsidTr="00C039FD">
        <w:tc>
          <w:tcPr>
            <w:tcW w:w="8675" w:type="dxa"/>
          </w:tcPr>
          <w:p w14:paraId="4B58FE76" w14:textId="279747B4" w:rsidR="001A0139" w:rsidRPr="00A43F98" w:rsidRDefault="001A013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A43F9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</w:t>
            </w:r>
            <w:r w:rsidR="004C52D9" w:rsidRPr="004C52D9">
              <w:rPr>
                <w:b/>
                <w:sz w:val="22"/>
                <w:szCs w:val="22"/>
              </w:rPr>
              <w:t>Zakup pomocy dydaktycznych dla oddziału przedszkolnego w Szkole Podstawowej w Wieńcu</w:t>
            </w:r>
            <w:r w:rsidR="004C52D9">
              <w:rPr>
                <w:b/>
                <w:sz w:val="22"/>
                <w:szCs w:val="22"/>
              </w:rPr>
              <w:t>.</w:t>
            </w:r>
          </w:p>
          <w:p w14:paraId="3026C292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5A031C60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46477B3" w14:textId="77777777" w:rsidR="001A0139" w:rsidRPr="007F3E87" w:rsidRDefault="001A0139" w:rsidP="001A0139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B997C88" w14:textId="5D50EC49" w:rsidR="001A0139" w:rsidRPr="00A43F98" w:rsidRDefault="001A0139" w:rsidP="001A013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1A0139" w:rsidRPr="007F3E87" w14:paraId="4304CA4C" w14:textId="77777777" w:rsidTr="00C039FD">
        <w:tc>
          <w:tcPr>
            <w:tcW w:w="8675" w:type="dxa"/>
          </w:tcPr>
          <w:p w14:paraId="048599B2" w14:textId="1D1F63A2" w:rsidR="001A0139" w:rsidRPr="00A43F98" w:rsidRDefault="001A013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A43F98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</w:t>
            </w:r>
            <w:r w:rsidR="004C52D9" w:rsidRPr="004C52D9">
              <w:rPr>
                <w:b/>
                <w:sz w:val="22"/>
                <w:szCs w:val="22"/>
              </w:rPr>
              <w:t>Zakup pomocy dydaktycznych dla oddziału przedszkolnego w Szkole Podstawowej w Brzeziu.</w:t>
            </w:r>
          </w:p>
          <w:p w14:paraId="1465E7BB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477AEE7" w14:textId="77777777" w:rsidR="001A0139" w:rsidRPr="007F3E87" w:rsidRDefault="001A0139" w:rsidP="001A0139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1E7D8FB7" w14:textId="77777777" w:rsidR="001A0139" w:rsidRPr="007F3E87" w:rsidRDefault="001A0139" w:rsidP="001A0139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30C9A67D" w14:textId="51FF1102" w:rsidR="001A0139" w:rsidRPr="00A43F98" w:rsidRDefault="001A0139" w:rsidP="001A013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4C52D9" w:rsidRPr="007F3E87" w14:paraId="30FB63F7" w14:textId="77777777" w:rsidTr="00C039FD">
        <w:tc>
          <w:tcPr>
            <w:tcW w:w="8675" w:type="dxa"/>
          </w:tcPr>
          <w:p w14:paraId="7F232880" w14:textId="1294D249" w:rsidR="004C52D9" w:rsidRPr="004C52D9" w:rsidRDefault="004C52D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4C52D9">
              <w:rPr>
                <w:b/>
                <w:sz w:val="22"/>
                <w:szCs w:val="22"/>
              </w:rPr>
              <w:t>. Temat: Zakup artykułów spożywczych do zajęć kulinarnych.</w:t>
            </w:r>
          </w:p>
          <w:p w14:paraId="02D5B31C" w14:textId="77777777" w:rsidR="004C52D9" w:rsidRPr="004C52D9" w:rsidRDefault="004C52D9" w:rsidP="004C52D9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>cena (C) za wykonanie zadania wynosi kwotę netto</w:t>
            </w:r>
          </w:p>
          <w:p w14:paraId="5B44EF58" w14:textId="77777777" w:rsidR="004C52D9" w:rsidRPr="004C52D9" w:rsidRDefault="004C52D9" w:rsidP="004C52D9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 xml:space="preserve"> ....................... zł (słownie: ............................................................................ zł),</w:t>
            </w:r>
          </w:p>
          <w:p w14:paraId="7E9EE952" w14:textId="77777777" w:rsidR="004C52D9" w:rsidRPr="004C52D9" w:rsidRDefault="004C52D9" w:rsidP="004C52D9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 xml:space="preserve"> natomiast wraz z należnym podatkiem VAT w wysokości ......%,</w:t>
            </w:r>
          </w:p>
          <w:p w14:paraId="4758B3ED" w14:textId="3169E447" w:rsidR="004C52D9" w:rsidRDefault="004C52D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>wynosi kwotę brutto ……….......... zł (słownie: ............................................ zł).</w:t>
            </w:r>
          </w:p>
        </w:tc>
      </w:tr>
      <w:tr w:rsidR="004C52D9" w:rsidRPr="007F3E87" w14:paraId="01815D11" w14:textId="77777777" w:rsidTr="00C039FD">
        <w:tc>
          <w:tcPr>
            <w:tcW w:w="8675" w:type="dxa"/>
          </w:tcPr>
          <w:p w14:paraId="5354ECD6" w14:textId="44038AF3" w:rsidR="004C52D9" w:rsidRPr="004C52D9" w:rsidRDefault="004C52D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C52D9">
              <w:rPr>
                <w:b/>
                <w:sz w:val="22"/>
                <w:szCs w:val="22"/>
              </w:rPr>
              <w:t>. Temat: Zakup sadzonek do zajęć przyrodniczych.</w:t>
            </w:r>
          </w:p>
          <w:p w14:paraId="7C0EB4EA" w14:textId="77777777" w:rsidR="004C52D9" w:rsidRPr="004C52D9" w:rsidRDefault="004C52D9" w:rsidP="004C52D9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>cena (C) za wykonanie zadania wynosi kwotę netto</w:t>
            </w:r>
          </w:p>
          <w:p w14:paraId="5B3F79C8" w14:textId="77777777" w:rsidR="004C52D9" w:rsidRPr="004C52D9" w:rsidRDefault="004C52D9" w:rsidP="004C52D9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 xml:space="preserve"> ....................... zł (słownie: ............................................................................ zł),</w:t>
            </w:r>
          </w:p>
          <w:p w14:paraId="2D2FC267" w14:textId="77777777" w:rsidR="004C52D9" w:rsidRPr="004C52D9" w:rsidRDefault="004C52D9" w:rsidP="004C52D9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 xml:space="preserve"> natomiast wraz z należnym podatkiem VAT w wysokości ......%,</w:t>
            </w:r>
          </w:p>
          <w:p w14:paraId="784EC8FC" w14:textId="1C41AD9B" w:rsidR="004C52D9" w:rsidRDefault="004C52D9" w:rsidP="004C52D9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4C52D9">
              <w:rPr>
                <w:bCs/>
                <w:sz w:val="22"/>
                <w:szCs w:val="22"/>
              </w:rPr>
              <w:t>wynosi kwotę brutto ……….......... zł (słownie: ............................................ zł).</w:t>
            </w:r>
          </w:p>
        </w:tc>
      </w:tr>
      <w:tr w:rsidR="00F06E41" w:rsidRPr="007F3E87" w14:paraId="3E3F7562" w14:textId="77777777" w:rsidTr="00C039FD">
        <w:tc>
          <w:tcPr>
            <w:tcW w:w="8675" w:type="dxa"/>
          </w:tcPr>
          <w:p w14:paraId="536B9670" w14:textId="075C6D40" w:rsidR="00F06E41" w:rsidRPr="00F06E41" w:rsidRDefault="00F06E41" w:rsidP="00F06E41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F06E41">
              <w:rPr>
                <w:b/>
                <w:sz w:val="22"/>
                <w:szCs w:val="22"/>
              </w:rPr>
              <w:t xml:space="preserve">. Temat: Zakup </w:t>
            </w:r>
            <w:r>
              <w:rPr>
                <w:b/>
                <w:sz w:val="22"/>
                <w:szCs w:val="22"/>
              </w:rPr>
              <w:t>urządzeń AGD</w:t>
            </w:r>
            <w:r w:rsidRPr="00F06E41">
              <w:rPr>
                <w:b/>
                <w:sz w:val="22"/>
                <w:szCs w:val="22"/>
              </w:rPr>
              <w:t xml:space="preserve"> do zajęć kulinarnych.</w:t>
            </w:r>
          </w:p>
          <w:p w14:paraId="61772ACA" w14:textId="77777777" w:rsidR="00F06E41" w:rsidRPr="00F06E41" w:rsidRDefault="00F06E41" w:rsidP="00F06E41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F06E41">
              <w:rPr>
                <w:bCs/>
                <w:sz w:val="22"/>
                <w:szCs w:val="22"/>
              </w:rPr>
              <w:t>cena (C) za wykonanie zadania wynosi kwotę netto</w:t>
            </w:r>
          </w:p>
          <w:p w14:paraId="33B17B00" w14:textId="77777777" w:rsidR="00F06E41" w:rsidRPr="00F06E41" w:rsidRDefault="00F06E41" w:rsidP="00F06E41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F06E41">
              <w:rPr>
                <w:bCs/>
                <w:sz w:val="22"/>
                <w:szCs w:val="22"/>
              </w:rPr>
              <w:t xml:space="preserve"> ....................... zł (słownie: ............................................................................ zł),</w:t>
            </w:r>
          </w:p>
          <w:p w14:paraId="3AC86CE4" w14:textId="77777777" w:rsidR="00F06E41" w:rsidRPr="00F06E41" w:rsidRDefault="00F06E41" w:rsidP="00F06E41">
            <w:pPr>
              <w:spacing w:before="60" w:line="360" w:lineRule="auto"/>
              <w:jc w:val="both"/>
              <w:rPr>
                <w:bCs/>
                <w:sz w:val="22"/>
                <w:szCs w:val="22"/>
              </w:rPr>
            </w:pPr>
            <w:r w:rsidRPr="00F06E41">
              <w:rPr>
                <w:bCs/>
                <w:sz w:val="22"/>
                <w:szCs w:val="22"/>
              </w:rPr>
              <w:t xml:space="preserve"> natomiast wraz z należnym podatkiem VAT w wysokości ......%,</w:t>
            </w:r>
          </w:p>
          <w:p w14:paraId="669A085B" w14:textId="36064204" w:rsidR="00F06E41" w:rsidRDefault="00F06E41" w:rsidP="00F06E41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F06E41">
              <w:rPr>
                <w:bCs/>
                <w:sz w:val="22"/>
                <w:szCs w:val="22"/>
              </w:rPr>
              <w:t>wynosi kwotę brutto ……….......... zł (słownie: ............................................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2848BD4" w14:textId="7A02E594" w:rsidR="004C52D9" w:rsidRPr="00F06E41" w:rsidRDefault="00BC4F99" w:rsidP="004C52D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315D196" w14:textId="467BCB19" w:rsidR="00D63B6F" w:rsidRPr="004471FA" w:rsidRDefault="00FF57EE" w:rsidP="004C52D9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1E045D5" w14:textId="08E60591" w:rsidR="004471FA" w:rsidRDefault="004471FA" w:rsidP="004471FA">
      <w:pPr>
        <w:pStyle w:val="Akapitzlist"/>
        <w:numPr>
          <w:ilvl w:val="0"/>
          <w:numId w:val="3"/>
        </w:numPr>
      </w:pPr>
      <w:r w:rsidRPr="004471FA">
        <w:t>udzielamy gwarancji na okres 24 miesięcy licząc od daty odbioru końcowego</w:t>
      </w:r>
      <w:r w:rsidR="00F06E41">
        <w:t>- dla części zamówienia: 1,2,3,4 i 7.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1DA6FDA" w14:textId="77777777" w:rsidR="00316CEA" w:rsidRDefault="00316CEA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25D5226D" w14:textId="77777777" w:rsidR="00316CEA" w:rsidRDefault="00316CEA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40AA3E00" w14:textId="1401D856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7F6DB" w14:textId="77777777" w:rsidR="00246D6A" w:rsidRDefault="00246D6A" w:rsidP="00FF57EE">
      <w:r>
        <w:separator/>
      </w:r>
    </w:p>
  </w:endnote>
  <w:endnote w:type="continuationSeparator" w:id="0">
    <w:p w14:paraId="331763DE" w14:textId="77777777" w:rsidR="00246D6A" w:rsidRDefault="00246D6A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D556B" w14:textId="77777777" w:rsidR="00246D6A" w:rsidRDefault="00246D6A" w:rsidP="00FF57EE">
      <w:r>
        <w:separator/>
      </w:r>
    </w:p>
  </w:footnote>
  <w:footnote w:type="continuationSeparator" w:id="0">
    <w:p w14:paraId="08D37373" w14:textId="77777777" w:rsidR="00246D6A" w:rsidRDefault="00246D6A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4CD4A4D3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1A0139">
      <w:rPr>
        <w:sz w:val="20"/>
        <w:szCs w:val="20"/>
      </w:rPr>
      <w:t>2</w:t>
    </w:r>
    <w:r w:rsidR="004C52D9">
      <w:rPr>
        <w:sz w:val="20"/>
        <w:szCs w:val="20"/>
      </w:rPr>
      <w:t>2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22815"/>
    <w:rsid w:val="00075478"/>
    <w:rsid w:val="0008550C"/>
    <w:rsid w:val="000B1FC7"/>
    <w:rsid w:val="000D139B"/>
    <w:rsid w:val="001063D3"/>
    <w:rsid w:val="00111554"/>
    <w:rsid w:val="00112374"/>
    <w:rsid w:val="00115741"/>
    <w:rsid w:val="00127DB9"/>
    <w:rsid w:val="001A0139"/>
    <w:rsid w:val="001C7D84"/>
    <w:rsid w:val="001E6AA2"/>
    <w:rsid w:val="002162BB"/>
    <w:rsid w:val="002214DB"/>
    <w:rsid w:val="0022685B"/>
    <w:rsid w:val="00246D6A"/>
    <w:rsid w:val="002631F7"/>
    <w:rsid w:val="00267D1F"/>
    <w:rsid w:val="002715F4"/>
    <w:rsid w:val="00281EDE"/>
    <w:rsid w:val="00296771"/>
    <w:rsid w:val="00297F71"/>
    <w:rsid w:val="002E612D"/>
    <w:rsid w:val="00300727"/>
    <w:rsid w:val="00316CEA"/>
    <w:rsid w:val="003317EC"/>
    <w:rsid w:val="003A1B57"/>
    <w:rsid w:val="003B5AC8"/>
    <w:rsid w:val="003B769C"/>
    <w:rsid w:val="003C0F5E"/>
    <w:rsid w:val="003E106F"/>
    <w:rsid w:val="004471FA"/>
    <w:rsid w:val="00484A7D"/>
    <w:rsid w:val="004C52D9"/>
    <w:rsid w:val="004D5A42"/>
    <w:rsid w:val="00520500"/>
    <w:rsid w:val="00525EFF"/>
    <w:rsid w:val="005564F9"/>
    <w:rsid w:val="005844F6"/>
    <w:rsid w:val="005F6F5F"/>
    <w:rsid w:val="00606EEE"/>
    <w:rsid w:val="00621D30"/>
    <w:rsid w:val="006B63D6"/>
    <w:rsid w:val="006C250A"/>
    <w:rsid w:val="006C641D"/>
    <w:rsid w:val="006D09E0"/>
    <w:rsid w:val="00722959"/>
    <w:rsid w:val="00736CA8"/>
    <w:rsid w:val="00783E4A"/>
    <w:rsid w:val="007D475B"/>
    <w:rsid w:val="007E331F"/>
    <w:rsid w:val="007F3E87"/>
    <w:rsid w:val="00826C28"/>
    <w:rsid w:val="00830EC7"/>
    <w:rsid w:val="00874460"/>
    <w:rsid w:val="00883EF9"/>
    <w:rsid w:val="008E22D4"/>
    <w:rsid w:val="0091080E"/>
    <w:rsid w:val="009147C5"/>
    <w:rsid w:val="009312B4"/>
    <w:rsid w:val="0094680A"/>
    <w:rsid w:val="00951FB8"/>
    <w:rsid w:val="0097776D"/>
    <w:rsid w:val="00977D56"/>
    <w:rsid w:val="00983D1D"/>
    <w:rsid w:val="009D75A8"/>
    <w:rsid w:val="00A15974"/>
    <w:rsid w:val="00A23973"/>
    <w:rsid w:val="00A43F98"/>
    <w:rsid w:val="00A50E18"/>
    <w:rsid w:val="00A867FC"/>
    <w:rsid w:val="00AA39D6"/>
    <w:rsid w:val="00AE2ACB"/>
    <w:rsid w:val="00AE5953"/>
    <w:rsid w:val="00AF4AC3"/>
    <w:rsid w:val="00B26387"/>
    <w:rsid w:val="00B47637"/>
    <w:rsid w:val="00B72B31"/>
    <w:rsid w:val="00B9086B"/>
    <w:rsid w:val="00BC32F9"/>
    <w:rsid w:val="00BC4F99"/>
    <w:rsid w:val="00BD2B08"/>
    <w:rsid w:val="00C039FD"/>
    <w:rsid w:val="00C0756C"/>
    <w:rsid w:val="00C22F7D"/>
    <w:rsid w:val="00C23EAB"/>
    <w:rsid w:val="00C749A9"/>
    <w:rsid w:val="00C90009"/>
    <w:rsid w:val="00CB5A8F"/>
    <w:rsid w:val="00CE3AE6"/>
    <w:rsid w:val="00D554C7"/>
    <w:rsid w:val="00D5631A"/>
    <w:rsid w:val="00D63B6F"/>
    <w:rsid w:val="00D837BA"/>
    <w:rsid w:val="00DC336F"/>
    <w:rsid w:val="00DD0902"/>
    <w:rsid w:val="00DE3D8A"/>
    <w:rsid w:val="00E14087"/>
    <w:rsid w:val="00E1735C"/>
    <w:rsid w:val="00E437EB"/>
    <w:rsid w:val="00E51A7A"/>
    <w:rsid w:val="00E67F10"/>
    <w:rsid w:val="00E9614A"/>
    <w:rsid w:val="00EC608F"/>
    <w:rsid w:val="00ED4602"/>
    <w:rsid w:val="00EF222E"/>
    <w:rsid w:val="00F06E41"/>
    <w:rsid w:val="00F134D5"/>
    <w:rsid w:val="00F31EAC"/>
    <w:rsid w:val="00F609FC"/>
    <w:rsid w:val="00FA6D5F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117</TotalTime>
  <Pages>4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29</cp:revision>
  <dcterms:created xsi:type="dcterms:W3CDTF">2023-06-02T07:52:00Z</dcterms:created>
  <dcterms:modified xsi:type="dcterms:W3CDTF">2025-07-22T11:15:00Z</dcterms:modified>
</cp:coreProperties>
</file>